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AE9" w:rsidRPr="00B5550C" w:rsidRDefault="00F75AE9">
      <w:pPr>
        <w:rPr>
          <w:sz w:val="36"/>
          <w:szCs w:val="36"/>
        </w:rPr>
      </w:pPr>
      <w:r w:rsidRPr="00B5550C">
        <w:rPr>
          <w:sz w:val="36"/>
          <w:szCs w:val="36"/>
        </w:rPr>
        <w:t>Lesson 6-</w:t>
      </w:r>
      <w:r>
        <w:rPr>
          <w:sz w:val="36"/>
          <w:szCs w:val="36"/>
        </w:rPr>
        <w:t>5</w:t>
      </w:r>
    </w:p>
    <w:p w:rsidR="00F75AE9" w:rsidRPr="00B5550C" w:rsidRDefault="00F75AE9" w:rsidP="00B5550C">
      <w:pPr>
        <w:jc w:val="center"/>
        <w:rPr>
          <w:sz w:val="16"/>
          <w:szCs w:val="16"/>
        </w:rPr>
      </w:pPr>
    </w:p>
    <w:p w:rsidR="00F75AE9" w:rsidRPr="00FD6E51" w:rsidRDefault="00F75AE9" w:rsidP="00FD6E51">
      <w:pPr>
        <w:jc w:val="center"/>
        <w:rPr>
          <w:sz w:val="44"/>
          <w:szCs w:val="44"/>
        </w:rPr>
      </w:pPr>
      <w:r>
        <w:rPr>
          <w:sz w:val="44"/>
          <w:szCs w:val="44"/>
        </w:rPr>
        <w:t>Classifying Triangles</w:t>
      </w:r>
    </w:p>
    <w:p w:rsidR="00F75AE9" w:rsidRDefault="00F75AE9" w:rsidP="002A532E">
      <w:pPr>
        <w:tabs>
          <w:tab w:val="left" w:pos="2547"/>
        </w:tabs>
      </w:pPr>
      <w:r>
        <w:tab/>
      </w:r>
    </w:p>
    <w:p w:rsidR="00F75AE9" w:rsidRPr="001D58A7" w:rsidRDefault="00F75AE9" w:rsidP="002A532E">
      <w:pPr>
        <w:spacing w:line="360" w:lineRule="auto"/>
        <w:rPr>
          <w:b/>
          <w:bCs/>
          <w:sz w:val="32"/>
          <w:szCs w:val="32"/>
        </w:rPr>
      </w:pPr>
      <w:r w:rsidRPr="001D58A7">
        <w:rPr>
          <w:b/>
          <w:bCs/>
          <w:sz w:val="32"/>
          <w:szCs w:val="32"/>
        </w:rPr>
        <w:t>Classifying Triangles by Sides</w:t>
      </w:r>
    </w:p>
    <w:p w:rsidR="00F75AE9" w:rsidRDefault="00F75AE9" w:rsidP="002A532E">
      <w:pPr>
        <w:spacing w:line="360" w:lineRule="auto"/>
        <w:rPr>
          <w:sz w:val="26"/>
          <w:szCs w:val="26"/>
        </w:rPr>
      </w:pPr>
      <w:r>
        <w:rPr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6" type="#_x0000_t5" style="position:absolute;margin-left:217.35pt;margin-top:20.3pt;width:56pt;height:75.35pt;z-index:251649024"/>
        </w:pict>
      </w:r>
      <w:r>
        <w:rPr>
          <w:noProof/>
        </w:rPr>
        <w:pict>
          <v:shape id="_x0000_s1027" type="#_x0000_t5" style="position:absolute;margin-left:17.35pt;margin-top:15.6pt;width:83.25pt;height:1in;z-index:251648000"/>
        </w:pict>
      </w:r>
      <w:r>
        <w:rPr>
          <w:sz w:val="26"/>
          <w:szCs w:val="26"/>
        </w:rPr>
        <w:t xml:space="preserve">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F75AE9" w:rsidRDefault="00F75AE9" w:rsidP="002A532E">
      <w:pPr>
        <w:spacing w:line="360" w:lineRule="auto"/>
        <w:rPr>
          <w:sz w:val="26"/>
          <w:szCs w:val="26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412.75pt;margin-top:21.25pt;width:10.9pt;height:13.4pt;z-index:251662336" o:connectortype="straight"/>
        </w:pict>
      </w:r>
      <w:r>
        <w:rPr>
          <w:noProof/>
        </w:rPr>
        <w:pict>
          <v:shape id="_x0000_s1029" type="#_x0000_t32" style="position:absolute;margin-left:31pt;margin-top:21.25pt;width:13.35pt;height:7.55pt;flip:x y;z-index:251655168" o:connectortype="straight"/>
        </w:pict>
      </w:r>
      <w:r>
        <w:rPr>
          <w:noProof/>
        </w:rPr>
        <w:pict>
          <v:shape id="_x0000_s1030" type="#_x0000_t32" style="position:absolute;margin-left:1in;margin-top:21.25pt;width:15.05pt;height:7.55pt;flip:y;z-index:251654144" o:connectortype="straight"/>
        </w:pict>
      </w:r>
      <w:r>
        <w:rPr>
          <w:noProof/>
        </w:rPr>
        <w:pict>
          <v:shape id="_x0000_s1031" type="#_x0000_t5" style="position:absolute;margin-left:369.35pt;margin-top:5.15pt;width:99.35pt;height:58.65pt;z-index:251650048" adj="17386"/>
        </w:pict>
      </w:r>
    </w:p>
    <w:p w:rsidR="00F75AE9" w:rsidRDefault="00F75AE9" w:rsidP="002A532E">
      <w:pPr>
        <w:spacing w:line="360" w:lineRule="auto"/>
        <w:rPr>
          <w:sz w:val="26"/>
          <w:szCs w:val="26"/>
        </w:rPr>
      </w:pPr>
      <w:r>
        <w:rPr>
          <w:noProof/>
        </w:rPr>
        <w:pict>
          <v:shape id="_x0000_s1032" type="#_x0000_t32" style="position:absolute;margin-left:405.2pt;margin-top:4.95pt;width:7.55pt;height:10.85pt;z-index:251663360" o:connectortype="straight"/>
        </w:pict>
      </w:r>
      <w:r>
        <w:rPr>
          <w:noProof/>
        </w:rPr>
        <w:pict>
          <v:shape id="_x0000_s1033" type="#_x0000_t32" style="position:absolute;margin-left:453.75pt;margin-top:4.95pt;width:14.95pt;height:5.85pt;flip:x;z-index:251661312" o:connectortype="straight"/>
        </w:pict>
      </w:r>
      <w:r>
        <w:rPr>
          <w:noProof/>
        </w:rPr>
        <w:pict>
          <v:shape id="_x0000_s1034" type="#_x0000_t32" style="position:absolute;margin-left:255.35pt;margin-top:4.95pt;width:18pt;height:10.85pt;flip:y;z-index:251658240" o:connectortype="straight"/>
        </w:pict>
      </w:r>
      <w:r>
        <w:rPr>
          <w:noProof/>
        </w:rPr>
        <w:pict>
          <v:shape id="_x0000_s1035" type="#_x0000_t32" style="position:absolute;margin-left:221.85pt;margin-top:4.95pt;width:17.6pt;height:10.85pt;z-index:251657216" o:connectortype="straight"/>
        </w:pict>
      </w:r>
    </w:p>
    <w:p w:rsidR="00F75AE9" w:rsidRDefault="00F75AE9" w:rsidP="002A532E">
      <w:pPr>
        <w:spacing w:line="360" w:lineRule="auto"/>
        <w:rPr>
          <w:sz w:val="26"/>
          <w:szCs w:val="26"/>
        </w:rPr>
      </w:pPr>
      <w:r>
        <w:rPr>
          <w:noProof/>
        </w:rPr>
        <w:pict>
          <v:shape id="_x0000_s1036" type="#_x0000_t32" style="position:absolute;margin-left:412.75pt;margin-top:11.25pt;width:0;height:12.95pt;z-index:251666432" o:connectortype="straight"/>
        </w:pict>
      </w:r>
      <w:r>
        <w:rPr>
          <w:noProof/>
        </w:rPr>
        <w:pict>
          <v:shape id="_x0000_s1037" type="#_x0000_t32" style="position:absolute;margin-left:434.5pt;margin-top:11.25pt;width:0;height:12.95pt;z-index:251665408" o:connectortype="straight"/>
        </w:pict>
      </w:r>
      <w:r>
        <w:rPr>
          <w:noProof/>
        </w:rPr>
        <w:pict>
          <v:shape id="_x0000_s1038" type="#_x0000_t32" style="position:absolute;margin-left:423.65pt;margin-top:11.25pt;width:0;height:12.95pt;z-index:251664384" o:connectortype="straight"/>
        </w:pict>
      </w:r>
      <w:r>
        <w:rPr>
          <w:noProof/>
        </w:rPr>
        <w:pict>
          <v:shape id="_x0000_s1039" type="#_x0000_t32" style="position:absolute;margin-left:250.35pt;margin-top:16.15pt;width:0;height:12.7pt;z-index:251660288" o:connectortype="straight"/>
        </w:pict>
      </w:r>
      <w:r>
        <w:rPr>
          <w:noProof/>
        </w:rPr>
        <w:pict>
          <v:shape id="_x0000_s1040" type="#_x0000_t32" style="position:absolute;margin-left:239.45pt;margin-top:16.15pt;width:0;height:12.7pt;z-index:251659264" o:connectortype="straight"/>
        </w:pict>
      </w:r>
      <w:r>
        <w:rPr>
          <w:noProof/>
        </w:rPr>
        <w:pict>
          <v:shape id="_x0000_s1041" type="#_x0000_t32" style="position:absolute;margin-left:57.75pt;margin-top:11.25pt;width:0;height:12.95pt;z-index:251656192" o:connectortype="straight"/>
        </w:pict>
      </w:r>
    </w:p>
    <w:p w:rsidR="00F75AE9" w:rsidRDefault="00F75AE9" w:rsidP="002A532E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F75AE9" w:rsidRDefault="00F75AE9">
      <w:pPr>
        <w:rPr>
          <w:sz w:val="26"/>
          <w:szCs w:val="26"/>
        </w:rPr>
      </w:pPr>
      <w:r>
        <w:rPr>
          <w:sz w:val="26"/>
          <w:szCs w:val="26"/>
        </w:rPr>
        <w:t>___________ triangle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_____________ triangle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_____________ triangle</w:t>
      </w:r>
    </w:p>
    <w:p w:rsidR="00F75AE9" w:rsidRDefault="00F75AE9">
      <w:pPr>
        <w:rPr>
          <w:sz w:val="26"/>
          <w:szCs w:val="26"/>
        </w:rPr>
      </w:pPr>
      <w:r>
        <w:rPr>
          <w:sz w:val="26"/>
          <w:szCs w:val="26"/>
        </w:rPr>
        <w:t xml:space="preserve">All sides are the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Two sides are the same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No sides are the same</w:t>
      </w:r>
    </w:p>
    <w:p w:rsidR="00F75AE9" w:rsidRDefault="00F75AE9">
      <w:pPr>
        <w:rPr>
          <w:sz w:val="26"/>
          <w:szCs w:val="26"/>
        </w:rPr>
      </w:pPr>
      <w:r>
        <w:rPr>
          <w:sz w:val="26"/>
          <w:szCs w:val="26"/>
        </w:rPr>
        <w:t>same length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length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length</w:t>
      </w:r>
    </w:p>
    <w:p w:rsidR="00F75AE9" w:rsidRDefault="00F75AE9">
      <w:pPr>
        <w:rPr>
          <w:sz w:val="26"/>
          <w:szCs w:val="26"/>
        </w:rPr>
      </w:pPr>
    </w:p>
    <w:p w:rsidR="00F75AE9" w:rsidRDefault="00F75AE9">
      <w:pPr>
        <w:rPr>
          <w:sz w:val="26"/>
          <w:szCs w:val="26"/>
        </w:rPr>
      </w:pPr>
    </w:p>
    <w:p w:rsidR="00F75AE9" w:rsidRPr="001D58A7" w:rsidRDefault="00F75AE9" w:rsidP="00D9153F">
      <w:pPr>
        <w:spacing w:line="360" w:lineRule="auto"/>
        <w:rPr>
          <w:b/>
          <w:bCs/>
          <w:sz w:val="32"/>
          <w:szCs w:val="32"/>
        </w:rPr>
      </w:pPr>
      <w:r w:rsidRPr="001D58A7">
        <w:rPr>
          <w:b/>
          <w:bCs/>
          <w:sz w:val="32"/>
          <w:szCs w:val="32"/>
        </w:rPr>
        <w:t>Classifying Triangles by Angles</w:t>
      </w:r>
    </w:p>
    <w:p w:rsidR="00F75AE9" w:rsidRDefault="00F75AE9">
      <w:pPr>
        <w:rPr>
          <w:sz w:val="26"/>
          <w:szCs w:val="26"/>
        </w:rPr>
      </w:pPr>
      <w:r>
        <w:rPr>
          <w:noProof/>
        </w:rPr>
        <w:pict>
          <v:shapetype id="_x0000_t6" coordsize="21600,21600" o:spt="6" path="m,l,21600r21600,xe">
            <v:stroke joinstyle="miter"/>
            <v:path gradientshapeok="t" o:connecttype="custom" o:connectlocs="0,0;0,10800;0,21600;10800,21600;21600,21600;10800,10800" textboxrect="1800,12600,12600,19800"/>
          </v:shapetype>
          <v:shape id="_x0000_s1042" type="#_x0000_t6" style="position:absolute;margin-left:12.65pt;margin-top:12.6pt;width:80.65pt;height:68.55pt;z-index:251652096"/>
        </w:pict>
      </w:r>
      <w:r>
        <w:rPr>
          <w:noProof/>
        </w:rPr>
        <w:pict>
          <v:shape id="_x0000_s1043" type="#_x0000_t5" style="position:absolute;margin-left:198.75pt;margin-top:9.15pt;width:83.25pt;height:1in;z-index:251651072"/>
        </w:pict>
      </w:r>
    </w:p>
    <w:p w:rsidR="00F75AE9" w:rsidRDefault="00F75AE9">
      <w:pPr>
        <w:rPr>
          <w:sz w:val="26"/>
          <w:szCs w:val="26"/>
        </w:rPr>
      </w:pPr>
    </w:p>
    <w:p w:rsidR="00F75AE9" w:rsidRDefault="00F75AE9">
      <w:pPr>
        <w:rPr>
          <w:sz w:val="26"/>
          <w:szCs w:val="26"/>
        </w:rPr>
      </w:pPr>
      <w:r>
        <w:rPr>
          <w:noProof/>
        </w:rPr>
        <w:pict>
          <v:shape id="_x0000_s1044" type="#_x0000_t5" style="position:absolute;margin-left:362.7pt;margin-top:12.2pt;width:139.35pt;height:31.35pt;z-index:251653120" adj="8223"/>
        </w:pict>
      </w:r>
    </w:p>
    <w:p w:rsidR="00F75AE9" w:rsidRDefault="00F75AE9">
      <w:pPr>
        <w:rPr>
          <w:sz w:val="26"/>
          <w:szCs w:val="26"/>
        </w:rPr>
      </w:pPr>
    </w:p>
    <w:p w:rsidR="00F75AE9" w:rsidRDefault="00F75AE9">
      <w:pPr>
        <w:rPr>
          <w:sz w:val="26"/>
          <w:szCs w:val="26"/>
        </w:rPr>
      </w:pPr>
      <w:r>
        <w:rPr>
          <w:noProof/>
        </w:rPr>
        <w:pict>
          <v:rect id="_x0000_s1045" style="position:absolute;margin-left:12.65pt;margin-top:10.55pt;width:7.15pt;height:7.15pt;z-index:251667456"/>
        </w:pict>
      </w:r>
    </w:p>
    <w:p w:rsidR="00F75AE9" w:rsidRDefault="00F75AE9">
      <w:pPr>
        <w:rPr>
          <w:sz w:val="26"/>
          <w:szCs w:val="26"/>
        </w:rPr>
      </w:pPr>
    </w:p>
    <w:p w:rsidR="00F75AE9" w:rsidRDefault="00F75AE9">
      <w:pPr>
        <w:rPr>
          <w:sz w:val="26"/>
          <w:szCs w:val="26"/>
        </w:rPr>
      </w:pPr>
    </w:p>
    <w:p w:rsidR="00F75AE9" w:rsidRDefault="00F75AE9" w:rsidP="003333D9">
      <w:pPr>
        <w:rPr>
          <w:sz w:val="26"/>
          <w:szCs w:val="26"/>
        </w:rPr>
      </w:pPr>
      <w:r>
        <w:rPr>
          <w:sz w:val="26"/>
          <w:szCs w:val="26"/>
        </w:rPr>
        <w:t>___________ triangle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_____________ triangle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_____________ triangle</w:t>
      </w:r>
    </w:p>
    <w:p w:rsidR="00F75AE9" w:rsidRDefault="00F75AE9" w:rsidP="003333D9">
      <w:pPr>
        <w:rPr>
          <w:sz w:val="26"/>
          <w:szCs w:val="26"/>
        </w:rPr>
      </w:pPr>
      <w:r>
        <w:rPr>
          <w:sz w:val="26"/>
          <w:szCs w:val="26"/>
        </w:rPr>
        <w:t xml:space="preserve">One angle is a right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All three angles are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One angle is an obtuse</w:t>
      </w:r>
    </w:p>
    <w:p w:rsidR="00F75AE9" w:rsidRDefault="00F75AE9" w:rsidP="003333D9">
      <w:pPr>
        <w:rPr>
          <w:sz w:val="26"/>
          <w:szCs w:val="26"/>
        </w:rPr>
      </w:pPr>
      <w:r>
        <w:rPr>
          <w:sz w:val="26"/>
          <w:szCs w:val="26"/>
        </w:rPr>
        <w:t>angle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acute angles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angle</w:t>
      </w:r>
    </w:p>
    <w:p w:rsidR="00F75AE9" w:rsidRDefault="00F75AE9" w:rsidP="001D58A7">
      <w:pPr>
        <w:tabs>
          <w:tab w:val="left" w:pos="6093"/>
        </w:tabs>
        <w:spacing w:line="360" w:lineRule="auto"/>
        <w:rPr>
          <w:sz w:val="26"/>
          <w:szCs w:val="26"/>
        </w:rPr>
      </w:pPr>
    </w:p>
    <w:p w:rsidR="00F75AE9" w:rsidRDefault="00F75AE9" w:rsidP="001D58A7">
      <w:pPr>
        <w:tabs>
          <w:tab w:val="left" w:pos="6093"/>
        </w:tabs>
        <w:spacing w:line="360" w:lineRule="auto"/>
        <w:rPr>
          <w:sz w:val="26"/>
          <w:szCs w:val="26"/>
        </w:rPr>
      </w:pPr>
    </w:p>
    <w:p w:rsidR="00F75AE9" w:rsidRDefault="00F75AE9" w:rsidP="001D58A7">
      <w:pPr>
        <w:tabs>
          <w:tab w:val="left" w:pos="6093"/>
        </w:tabs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The three angles of all triangles add up to __________.</w:t>
      </w:r>
    </w:p>
    <w:p w:rsidR="00F75AE9" w:rsidRDefault="00F75AE9" w:rsidP="001D58A7">
      <w:pPr>
        <w:tabs>
          <w:tab w:val="left" w:pos="6093"/>
        </w:tabs>
        <w:spacing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Below we are going to draw a picture to prove this. </w:t>
      </w:r>
      <w:r w:rsidRPr="00FC50B9">
        <w:rPr>
          <w:sz w:val="26"/>
          <w:szCs w:val="26"/>
        </w:rPr>
        <w:tab/>
      </w:r>
    </w:p>
    <w:p w:rsidR="00F75AE9" w:rsidRPr="00B5550C" w:rsidRDefault="00F75AE9" w:rsidP="00FD6E51">
      <w:pPr>
        <w:rPr>
          <w:sz w:val="26"/>
          <w:szCs w:val="26"/>
        </w:rPr>
      </w:pPr>
    </w:p>
    <w:sectPr w:rsidR="00F75AE9" w:rsidRPr="00B5550C" w:rsidSect="00B5550C">
      <w:pgSz w:w="12240" w:h="15840"/>
      <w:pgMar w:top="1008" w:right="720" w:bottom="1008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EA2229"/>
    <w:multiLevelType w:val="hybridMultilevel"/>
    <w:tmpl w:val="1C9CFA5A"/>
    <w:lvl w:ilvl="0" w:tplc="37B0DC9E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6848607A"/>
    <w:multiLevelType w:val="hybridMultilevel"/>
    <w:tmpl w:val="B87617A8"/>
    <w:lvl w:ilvl="0" w:tplc="94FE6EC4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7F0C37B2"/>
    <w:multiLevelType w:val="hybridMultilevel"/>
    <w:tmpl w:val="E27E9708"/>
    <w:lvl w:ilvl="0" w:tplc="BBA8BD98">
      <w:start w:val="1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4ECB"/>
    <w:rsid w:val="000714BE"/>
    <w:rsid w:val="000B3068"/>
    <w:rsid w:val="000D5DDC"/>
    <w:rsid w:val="00115B68"/>
    <w:rsid w:val="00174B61"/>
    <w:rsid w:val="001D58A7"/>
    <w:rsid w:val="00254680"/>
    <w:rsid w:val="002A532E"/>
    <w:rsid w:val="003110EA"/>
    <w:rsid w:val="003333D9"/>
    <w:rsid w:val="00527BFD"/>
    <w:rsid w:val="005877B0"/>
    <w:rsid w:val="005A358B"/>
    <w:rsid w:val="007D65A1"/>
    <w:rsid w:val="00897F6F"/>
    <w:rsid w:val="0091755F"/>
    <w:rsid w:val="00944ECB"/>
    <w:rsid w:val="009D4971"/>
    <w:rsid w:val="00A07F34"/>
    <w:rsid w:val="00A17270"/>
    <w:rsid w:val="00A17816"/>
    <w:rsid w:val="00B5550C"/>
    <w:rsid w:val="00C0024D"/>
    <w:rsid w:val="00C86243"/>
    <w:rsid w:val="00D9153F"/>
    <w:rsid w:val="00F75AE9"/>
    <w:rsid w:val="00FC50B9"/>
    <w:rsid w:val="00FD6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7F6F"/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5550C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B555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5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1</Pages>
  <Words>88</Words>
  <Characters>507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6-5</dc:title>
  <dc:subject/>
  <dc:creator>KMahas</dc:creator>
  <cp:keywords/>
  <dc:description/>
  <cp:lastModifiedBy>bmahas</cp:lastModifiedBy>
  <cp:revision>2</cp:revision>
  <dcterms:created xsi:type="dcterms:W3CDTF">2011-03-24T15:21:00Z</dcterms:created>
  <dcterms:modified xsi:type="dcterms:W3CDTF">2011-03-24T15:21:00Z</dcterms:modified>
</cp:coreProperties>
</file>