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43A" w:rsidRPr="00B5550C" w:rsidRDefault="003D343A">
      <w:pPr>
        <w:rPr>
          <w:sz w:val="36"/>
          <w:szCs w:val="36"/>
        </w:rPr>
      </w:pPr>
      <w:r w:rsidRPr="00B5550C">
        <w:rPr>
          <w:sz w:val="36"/>
          <w:szCs w:val="36"/>
        </w:rPr>
        <w:t>Lesson 6-</w:t>
      </w:r>
      <w:r>
        <w:rPr>
          <w:sz w:val="36"/>
          <w:szCs w:val="36"/>
        </w:rPr>
        <w:t>4</w:t>
      </w:r>
    </w:p>
    <w:p w:rsidR="003D343A" w:rsidRPr="00B5550C" w:rsidRDefault="003D343A" w:rsidP="00B5550C">
      <w:pPr>
        <w:jc w:val="center"/>
        <w:rPr>
          <w:sz w:val="16"/>
          <w:szCs w:val="16"/>
        </w:rPr>
      </w:pPr>
    </w:p>
    <w:p w:rsidR="003D343A" w:rsidRPr="00FD6E51" w:rsidRDefault="003D343A" w:rsidP="00FD6E51">
      <w:pPr>
        <w:jc w:val="center"/>
        <w:rPr>
          <w:sz w:val="44"/>
          <w:szCs w:val="44"/>
        </w:rPr>
      </w:pPr>
      <w:r>
        <w:rPr>
          <w:sz w:val="44"/>
          <w:szCs w:val="44"/>
        </w:rPr>
        <w:t>Polygons</w:t>
      </w:r>
    </w:p>
    <w:p w:rsidR="003D343A" w:rsidRDefault="003D343A" w:rsidP="002A532E">
      <w:pPr>
        <w:tabs>
          <w:tab w:val="left" w:pos="2547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7.9pt;margin-top:5.5pt;width:95.4pt;height:292pt;z-index:-251658240" stroked="f">
            <v:textbox>
              <w:txbxContent>
                <w:p w:rsidR="003D343A" w:rsidRDefault="003D343A">
                  <w:r w:rsidRPr="00DB25EC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i1026" type="#_x0000_t75" style="width:97.5pt;height:300pt;visibility:visible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  <w:r>
        <w:tab/>
      </w:r>
    </w:p>
    <w:p w:rsidR="003D343A" w:rsidRDefault="003D343A" w:rsidP="002A532E">
      <w:pPr>
        <w:spacing w:line="360" w:lineRule="auto"/>
        <w:rPr>
          <w:sz w:val="26"/>
          <w:szCs w:val="26"/>
        </w:rPr>
      </w:pPr>
      <w:r w:rsidRPr="00B5550C">
        <w:rPr>
          <w:sz w:val="26"/>
          <w:szCs w:val="26"/>
        </w:rPr>
        <w:t>-</w:t>
      </w:r>
      <w:r>
        <w:rPr>
          <w:sz w:val="26"/>
          <w:szCs w:val="26"/>
        </w:rPr>
        <w:t xml:space="preserve"> Polygons: _______________________________________________________________________</w:t>
      </w:r>
    </w:p>
    <w:p w:rsidR="003D343A" w:rsidRDefault="003D343A" w:rsidP="002A532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3D343A" w:rsidRDefault="003D343A" w:rsidP="002A532E">
      <w:pPr>
        <w:spacing w:line="360" w:lineRule="auto"/>
        <w:ind w:left="2160" w:firstLine="720"/>
        <w:rPr>
          <w:sz w:val="26"/>
          <w:szCs w:val="26"/>
        </w:rPr>
      </w:pPr>
      <w:r>
        <w:rPr>
          <w:sz w:val="26"/>
          <w:szCs w:val="26"/>
        </w:rPr>
        <w:t>Triangle: ____ sides</w:t>
      </w: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2A532E">
      <w:pPr>
        <w:spacing w:line="360" w:lineRule="auto"/>
        <w:ind w:left="2160" w:firstLine="720"/>
        <w:rPr>
          <w:sz w:val="26"/>
          <w:szCs w:val="26"/>
        </w:rPr>
      </w:pPr>
      <w:r>
        <w:rPr>
          <w:sz w:val="26"/>
          <w:szCs w:val="26"/>
        </w:rPr>
        <w:t>Quadrilateral: ____ sides</w:t>
      </w: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2A532E">
      <w:pPr>
        <w:spacing w:line="360" w:lineRule="auto"/>
        <w:ind w:left="2160" w:firstLine="720"/>
        <w:rPr>
          <w:sz w:val="26"/>
          <w:szCs w:val="26"/>
        </w:rPr>
      </w:pPr>
      <w:r>
        <w:rPr>
          <w:sz w:val="26"/>
          <w:szCs w:val="26"/>
        </w:rPr>
        <w:t>Pentagon: ____ sides</w:t>
      </w: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2A532E">
      <w:pPr>
        <w:spacing w:line="360" w:lineRule="auto"/>
        <w:ind w:left="2160" w:firstLine="720"/>
        <w:rPr>
          <w:sz w:val="26"/>
          <w:szCs w:val="26"/>
        </w:rPr>
      </w:pPr>
      <w:r>
        <w:rPr>
          <w:sz w:val="26"/>
          <w:szCs w:val="26"/>
        </w:rPr>
        <w:t>Hexagon: ____ sides</w:t>
      </w: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2A532E">
      <w:pPr>
        <w:spacing w:line="360" w:lineRule="auto"/>
        <w:ind w:left="2160" w:firstLine="720"/>
        <w:rPr>
          <w:sz w:val="26"/>
          <w:szCs w:val="26"/>
        </w:rPr>
      </w:pPr>
      <w:r>
        <w:rPr>
          <w:sz w:val="26"/>
          <w:szCs w:val="26"/>
        </w:rPr>
        <w:t>Octagon: ____ sides</w:t>
      </w:r>
    </w:p>
    <w:p w:rsidR="003D343A" w:rsidRDefault="003D343A">
      <w:pPr>
        <w:rPr>
          <w:sz w:val="26"/>
          <w:szCs w:val="26"/>
        </w:rPr>
      </w:pPr>
    </w:p>
    <w:p w:rsidR="003D343A" w:rsidRPr="00B5550C" w:rsidRDefault="003D343A">
      <w:pPr>
        <w:rPr>
          <w:sz w:val="26"/>
          <w:szCs w:val="26"/>
        </w:rPr>
      </w:pPr>
    </w:p>
    <w:p w:rsidR="003D343A" w:rsidRPr="00B5550C" w:rsidRDefault="003D343A">
      <w:pPr>
        <w:rPr>
          <w:sz w:val="26"/>
          <w:szCs w:val="26"/>
        </w:rPr>
      </w:pPr>
    </w:p>
    <w:p w:rsidR="003D343A" w:rsidRPr="00FC50B9" w:rsidRDefault="003D343A" w:rsidP="00FC50B9">
      <w:pPr>
        <w:tabs>
          <w:tab w:val="left" w:pos="6093"/>
        </w:tabs>
        <w:spacing w:line="360" w:lineRule="auto"/>
        <w:rPr>
          <w:sz w:val="26"/>
          <w:szCs w:val="26"/>
        </w:rPr>
      </w:pPr>
      <w:r w:rsidRPr="00FC50B9">
        <w:rPr>
          <w:sz w:val="26"/>
          <w:szCs w:val="26"/>
        </w:rPr>
        <w:t>-</w:t>
      </w:r>
      <w:r>
        <w:rPr>
          <w:sz w:val="26"/>
          <w:szCs w:val="26"/>
        </w:rPr>
        <w:t xml:space="preserve"> Regular Polygon: _________________________________________________________________</w:t>
      </w:r>
      <w:r w:rsidRPr="00FC50B9">
        <w:rPr>
          <w:sz w:val="26"/>
          <w:szCs w:val="26"/>
        </w:rPr>
        <w:tab/>
      </w:r>
    </w:p>
    <w:p w:rsidR="003D343A" w:rsidRDefault="003D343A" w:rsidP="00B5550C">
      <w:pPr>
        <w:spacing w:line="360" w:lineRule="auto"/>
        <w:rPr>
          <w:sz w:val="26"/>
          <w:szCs w:val="26"/>
        </w:rPr>
      </w:pPr>
    </w:p>
    <w:p w:rsidR="003D343A" w:rsidRPr="000B3068" w:rsidRDefault="003D343A" w:rsidP="00B5550C">
      <w:pPr>
        <w:spacing w:line="360" w:lineRule="auto"/>
        <w:rPr>
          <w:b/>
          <w:bCs/>
          <w:sz w:val="28"/>
          <w:szCs w:val="28"/>
          <w:u w:val="single"/>
        </w:rPr>
      </w:pPr>
      <w:r w:rsidRPr="000B3068">
        <w:rPr>
          <w:b/>
          <w:bCs/>
          <w:sz w:val="28"/>
          <w:szCs w:val="28"/>
          <w:u w:val="single"/>
        </w:rPr>
        <w:t>Practice</w:t>
      </w:r>
    </w:p>
    <w:p w:rsidR="003D343A" w:rsidRDefault="003D343A" w:rsidP="00FD6E51">
      <w:pPr>
        <w:rPr>
          <w:sz w:val="26"/>
          <w:szCs w:val="26"/>
        </w:rPr>
      </w:pPr>
      <w:r>
        <w:rPr>
          <w:sz w:val="26"/>
          <w:szCs w:val="26"/>
        </w:rPr>
        <w:t>Draw two regular polygons and two that are irregular.  Use geometric terms to describe one characteristic of each type.</w:t>
      </w: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2A532E">
      <w:pPr>
        <w:spacing w:line="360" w:lineRule="auto"/>
        <w:rPr>
          <w:sz w:val="26"/>
          <w:szCs w:val="26"/>
        </w:rPr>
      </w:pPr>
    </w:p>
    <w:p w:rsidR="003D343A" w:rsidRDefault="003D343A" w:rsidP="00FD6E51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</w:t>
      </w:r>
    </w:p>
    <w:p w:rsidR="003D343A" w:rsidRDefault="003D343A" w:rsidP="00FD6E51">
      <w:pPr>
        <w:rPr>
          <w:sz w:val="26"/>
          <w:szCs w:val="26"/>
        </w:rPr>
      </w:pPr>
    </w:p>
    <w:p w:rsidR="003D343A" w:rsidRPr="00B5550C" w:rsidRDefault="003D343A" w:rsidP="00FD6E51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</w:t>
      </w:r>
    </w:p>
    <w:sectPr w:rsidR="003D343A" w:rsidRPr="00B5550C" w:rsidSect="00B5550C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A2229"/>
    <w:multiLevelType w:val="hybridMultilevel"/>
    <w:tmpl w:val="1C9CFA5A"/>
    <w:lvl w:ilvl="0" w:tplc="37B0DC9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848607A"/>
    <w:multiLevelType w:val="hybridMultilevel"/>
    <w:tmpl w:val="B87617A8"/>
    <w:lvl w:ilvl="0" w:tplc="94FE6E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F0C37B2"/>
    <w:multiLevelType w:val="hybridMultilevel"/>
    <w:tmpl w:val="E27E9708"/>
    <w:lvl w:ilvl="0" w:tplc="BBA8BD98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ECB"/>
    <w:rsid w:val="000714BE"/>
    <w:rsid w:val="000B3068"/>
    <w:rsid w:val="000B5DB0"/>
    <w:rsid w:val="000D5DDC"/>
    <w:rsid w:val="00115B68"/>
    <w:rsid w:val="00136145"/>
    <w:rsid w:val="00174B61"/>
    <w:rsid w:val="00254680"/>
    <w:rsid w:val="002A532E"/>
    <w:rsid w:val="003110EA"/>
    <w:rsid w:val="003D343A"/>
    <w:rsid w:val="00527BFD"/>
    <w:rsid w:val="005A358B"/>
    <w:rsid w:val="00897F6F"/>
    <w:rsid w:val="0091755F"/>
    <w:rsid w:val="00944ECB"/>
    <w:rsid w:val="00A17270"/>
    <w:rsid w:val="00B442FE"/>
    <w:rsid w:val="00B5550C"/>
    <w:rsid w:val="00C86243"/>
    <w:rsid w:val="00C9000D"/>
    <w:rsid w:val="00DB25EC"/>
    <w:rsid w:val="00FC50B9"/>
    <w:rsid w:val="00FD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F6F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550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55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5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92</Words>
  <Characters>528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6-4</dc:title>
  <dc:subject/>
  <dc:creator>KMahas</dc:creator>
  <cp:keywords/>
  <dc:description/>
  <cp:lastModifiedBy>bmahas</cp:lastModifiedBy>
  <cp:revision>2</cp:revision>
  <dcterms:created xsi:type="dcterms:W3CDTF">2011-03-24T14:59:00Z</dcterms:created>
  <dcterms:modified xsi:type="dcterms:W3CDTF">2011-03-24T14:59:00Z</dcterms:modified>
</cp:coreProperties>
</file>